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1882"/>
        <w:gridCol w:w="3047"/>
        <w:gridCol w:w="2369"/>
        <w:gridCol w:w="1535"/>
      </w:tblGrid>
      <w:tr w:rsidR="00F91614" w:rsidRPr="002B0C6D" w14:paraId="6B3E078B" w14:textId="77777777" w:rsidTr="00AE0226">
        <w:trPr>
          <w:trHeight w:val="432"/>
          <w:tblHeader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5B5D9" w14:textId="15D3891C" w:rsidR="00F91614" w:rsidRPr="002B0C6D" w:rsidRDefault="002070BD" w:rsidP="006C7E30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</w:pPr>
            <w:r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Apéndice a PSO </w:t>
            </w:r>
            <w:r w:rsidR="00A74E95"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5: </w:t>
            </w:r>
            <w:r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>Embalaje, almacenamiento y transporte</w:t>
            </w:r>
            <w:r w:rsidR="00533536"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 –</w:t>
            </w:r>
            <w:r w:rsidR="00CA682A"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 </w:t>
            </w:r>
            <w:r w:rsidR="002B0C6D"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almacén y almacenamiento contratado </w:t>
            </w:r>
          </w:p>
        </w:tc>
      </w:tr>
      <w:tr w:rsidR="00A74E95" w:rsidRPr="002B0C6D" w14:paraId="2CDAE279" w14:textId="77777777" w:rsidTr="00E80B8A">
        <w:trPr>
          <w:trHeight w:val="269"/>
          <w:jc w:val="center"/>
        </w:trPr>
        <w:tc>
          <w:tcPr>
            <w:tcW w:w="1080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D0B5CA" w14:textId="17028157" w:rsidR="00A74E95" w:rsidRPr="00EE26E2" w:rsidRDefault="009E108C" w:rsidP="000754DB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i/>
                <w:iCs/>
                <w:lang w:val="es-419"/>
              </w:rPr>
            </w:pPr>
            <w:r w:rsidRPr="00EE26E2">
              <w:rPr>
                <w:rFonts w:ascii="Arial Narrow" w:hAnsi="Arial Narrow"/>
                <w:i/>
                <w:iCs/>
                <w:lang w:val="es-419"/>
              </w:rPr>
              <w:t>Enumera / describa todas las áreas de almacenamiento utilizadas en la producción orgánica</w:t>
            </w:r>
            <w:r w:rsidR="00943D45" w:rsidRPr="00EE26E2">
              <w:rPr>
                <w:rFonts w:ascii="Arial Narrow" w:hAnsi="Arial Narrow"/>
                <w:i/>
                <w:iCs/>
                <w:lang w:val="es-419"/>
              </w:rPr>
              <w:t>, incluido, entre otros, el almacenamiento de ingredientes, insumos, piensos, materiales de embalaje y productos orgánicos finales</w:t>
            </w:r>
            <w:r w:rsidR="00AE7F33" w:rsidRPr="00EE26E2">
              <w:rPr>
                <w:rFonts w:ascii="Arial Narrow" w:hAnsi="Arial Narrow"/>
                <w:i/>
                <w:iCs/>
                <w:lang w:val="es-419"/>
              </w:rPr>
              <w:t xml:space="preserve">, según corresponda a su operación. Identifique claramente las áreas de almacenamiento en los mapas. </w:t>
            </w:r>
          </w:p>
        </w:tc>
      </w:tr>
      <w:tr w:rsidR="00F91614" w:rsidRPr="002B0C6D" w14:paraId="52E50E2D" w14:textId="77777777" w:rsidTr="00E80B8A">
        <w:trPr>
          <w:trHeight w:val="9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444CD" w14:textId="23D05655" w:rsidR="00F91614" w:rsidRPr="002B0C6D" w:rsidRDefault="00AE7F33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Nombre</w:t>
            </w:r>
            <w:r w:rsidR="00C828B4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 y/o numero de la unidad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C03621" w14:textId="2B358AD5" w:rsidR="00F91614" w:rsidRPr="002B0C6D" w:rsidRDefault="00C828B4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Tipo y tamaño / capacidad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958AA" w14:textId="5E4F665D" w:rsidR="00F91614" w:rsidRPr="002B0C6D" w:rsidRDefault="00C828B4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Ubicación física</w:t>
            </w:r>
            <w:r w:rsidR="00F91614" w:rsidRPr="002B0C6D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 </w:t>
            </w:r>
            <w:r w:rsidR="00E51F91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br/>
            </w:r>
            <w:r w:rsidR="00F91614" w:rsidRPr="00D07BD7">
              <w:rPr>
                <w:rFonts w:ascii="Arial Narrow" w:hAnsi="Arial Narrow"/>
                <w:sz w:val="20"/>
                <w:szCs w:val="20"/>
                <w:lang w:val="es-419"/>
              </w:rPr>
              <w:t>(</w:t>
            </w:r>
            <w:r w:rsidR="00F07416" w:rsidRPr="00D07BD7">
              <w:rPr>
                <w:rFonts w:ascii="Arial Narrow" w:hAnsi="Arial Narrow"/>
                <w:sz w:val="20"/>
                <w:szCs w:val="20"/>
                <w:lang w:val="es-419"/>
              </w:rPr>
              <w:t xml:space="preserve">nombre de la instalación o granja, o dirección 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>fuera del sitio</w:t>
            </w:r>
            <w:r w:rsidR="00F91614" w:rsidRPr="00D07BD7">
              <w:rPr>
                <w:rFonts w:ascii="Arial Narrow" w:hAnsi="Arial Narrow"/>
                <w:sz w:val="20"/>
                <w:szCs w:val="20"/>
                <w:lang w:val="es-419"/>
              </w:rPr>
              <w:t>)</w:t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FB794E" w14:textId="0FE84FD3" w:rsidR="00F91614" w:rsidRPr="002B0C6D" w:rsidRDefault="00F91614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Us</w:t>
            </w:r>
            <w:r w:rsidR="00E51F91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o</w:t>
            </w:r>
            <w:r w:rsidRPr="002B0C6D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 </w:t>
            </w:r>
            <w:r w:rsidR="00E51F91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br/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(produc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>to</w:t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s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 xml:space="preserve"> </w:t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/ material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>e</w:t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s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 xml:space="preserve"> almacenados</w:t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)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96F70" w14:textId="2C93D0D3" w:rsidR="00F91614" w:rsidRPr="002B0C6D" w:rsidRDefault="00E51F91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¿Es dedicado orgánico? </w:t>
            </w:r>
          </w:p>
        </w:tc>
      </w:tr>
      <w:tr w:rsidR="00F91614" w:rsidRPr="002B0C6D" w14:paraId="1E85CDB6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5DC32B" w14:textId="77777777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514E7" w14:textId="77777777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F91F2" w14:textId="77777777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EDB51" w14:textId="77777777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070D7" w14:textId="6D2A0AB2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000000"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000000"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AE0226"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000000"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000000"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6AEB7120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17E49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66EB8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2452A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41833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D1425C" w14:textId="5037CD3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C4D9054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FD12F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8DBF5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4AFE5A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0C8CF2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82058" w14:textId="36AD3FD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2B9E47AF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A6E7D7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910BB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37F72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D0404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6FF1DB" w14:textId="7D8968A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3B7C9E1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1735A" w14:textId="72F0CC5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2FD50" w14:textId="1487B5F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CDA0D" w14:textId="1140B34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60574" w14:textId="508D3A3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C2015" w14:textId="3DD10A9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618D5A01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F857B" w14:textId="2B87F5D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0946E" w14:textId="6B1C9AF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7B0425" w14:textId="59F93E3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5AE486" w14:textId="7D6C6AC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FD9D6F" w14:textId="15B9B8F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7F35E0F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1112E" w14:textId="25EC0C1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CC7A8" w14:textId="6B98E1A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46FD8" w14:textId="631614A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7375F4" w14:textId="6122C85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0EC3C" w14:textId="7B9FEA9D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B4A6042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5D320" w14:textId="72F8209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1595A" w14:textId="26E4842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ADACBB" w14:textId="57FCB99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C87660" w14:textId="78A8616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1FED7" w14:textId="1917A1F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4DF9E20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9E1CCC" w14:textId="34D631D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C3836A" w14:textId="1843F93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57A62" w14:textId="02BBF46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4EB9F" w14:textId="7F9C6D02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033C9" w14:textId="0A2156A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94C8512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FC3D2A" w14:textId="5FA06D1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3421C" w14:textId="2886953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BFB72" w14:textId="4E16B10D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A24FF" w14:textId="57930C4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A29A6" w14:textId="3EB96EA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8ADECB1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05438" w14:textId="35FD98F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BC0AF" w14:textId="5CE316D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BD955" w14:textId="0EF1579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D70F6" w14:textId="5BBAB30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37A77" w14:textId="23CF1BA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DD01796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1E050E" w14:textId="2599C44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4BA42" w14:textId="170AB1A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5A5D73" w14:textId="104F1F4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FFF10" w14:textId="4670A49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A8CD13" w14:textId="2D1E812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BCDCA63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520BF" w14:textId="3F32F99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5DD83" w14:textId="219E624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2F9ED1" w14:textId="542C6B9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EC8E0E" w14:textId="47289C7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12943C" w14:textId="171E77E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6B0C21C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046574" w14:textId="2373C63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50ABA" w14:textId="2B885F96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695783" w14:textId="29C7C00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F238B" w14:textId="6F1EB1C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135501" w14:textId="0EF6A15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1B3AF79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6CD29" w14:textId="3982633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99A6E" w14:textId="5A259B1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961D17" w14:textId="6FBB6DD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E6DEDC" w14:textId="04728D1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09728" w14:textId="39B10106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6D21D139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5CE99" w14:textId="4F7F083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38E10" w14:textId="576C351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DC46B" w14:textId="6D3ED71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51717" w14:textId="1ECEEF6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337524" w14:textId="32E9D2FD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1DD7855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239DF" w14:textId="71CD234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22E206" w14:textId="65CFFB0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5DAFE" w14:textId="76DEA62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F21D0" w14:textId="5698A86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F0CC61" w14:textId="4BC7E07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2AD0A015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59D3A" w14:textId="23ABF20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D6AED" w14:textId="16716E7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BCA0E" w14:textId="18A84066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371A0" w14:textId="09BB491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AC83D" w14:textId="29C4A73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1259DF07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2285A6" w14:textId="17CC1AD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DD93E" w14:textId="0C2EB73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3F23E" w14:textId="7736D42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122BF" w14:textId="0D74BD1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EB45B" w14:textId="1B89475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28A30FE1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CD4CA1" w14:textId="24831F1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016960" w14:textId="554D2F5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3433C9" w14:textId="0D1D0E7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36A6E" w14:textId="2EC0D57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06D195" w14:textId="542D8B6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05B19E10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4075F" w14:textId="0CD1BBA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BD101" w14:textId="6518B02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EDF931" w14:textId="7F2BF5F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DA0DF" w14:textId="54878DA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915D36" w14:textId="3FC6609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20384F1F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46C7E" w14:textId="285D582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2EE53" w14:textId="200AA4C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DA3BF" w14:textId="5361633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F95B4" w14:textId="5A28939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EE085" w14:textId="11CE92B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5413924D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E69D4" w14:textId="1FFFE7F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BEBFF6" w14:textId="37724632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700F5" w14:textId="35FBBBBD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C8083" w14:textId="155E17C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ADC56" w14:textId="6474224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6039313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AEB2C" w14:textId="3609321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CC13E" w14:textId="19D42EA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E1B39" w14:textId="7C0F2F6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474049" w14:textId="6D9BA2F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79FD9F" w14:textId="53992FF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515309AA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A8D58" w14:textId="53223ED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D5A7C" w14:textId="63D10B1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52802" w14:textId="65A2E3B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C89DB" w14:textId="3506E17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5141B9" w14:textId="32E975F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E3F9507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79D7F" w14:textId="0064CE1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1CB5C" w14:textId="3642826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D34111" w14:textId="30905DB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40F4D" w14:textId="2D6715B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BECFE" w14:textId="4408271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</w:tbl>
    <w:p w14:paraId="119FBD48" w14:textId="0ABBC0CB" w:rsidR="00031142" w:rsidRPr="002B0C6D" w:rsidRDefault="00031142" w:rsidP="001E3AE0">
      <w:pPr>
        <w:rPr>
          <w:sz w:val="8"/>
          <w:szCs w:val="8"/>
          <w:lang w:val="es-419"/>
        </w:rPr>
      </w:pPr>
    </w:p>
    <w:sectPr w:rsidR="00031142" w:rsidRPr="002B0C6D" w:rsidSect="00B0134B">
      <w:headerReference w:type="default" r:id="rId10"/>
      <w:footerReference w:type="default" r:id="rId11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53F53" w14:textId="77777777" w:rsidR="00B0134B" w:rsidRDefault="00B0134B">
      <w:r>
        <w:separator/>
      </w:r>
    </w:p>
  </w:endnote>
  <w:endnote w:type="continuationSeparator" w:id="0">
    <w:p w14:paraId="3DA81E17" w14:textId="77777777" w:rsidR="00B0134B" w:rsidRDefault="00B0134B">
      <w:r>
        <w:continuationSeparator/>
      </w:r>
    </w:p>
  </w:endnote>
  <w:endnote w:type="continuationNotice" w:id="1">
    <w:p w14:paraId="45FA27FD" w14:textId="77777777" w:rsidR="00B0134B" w:rsidRDefault="00B01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2083337973"/>
      <w:docPartObj>
        <w:docPartGallery w:val="Page Numbers (Bottom of Page)"/>
        <w:docPartUnique/>
      </w:docPartObj>
    </w:sdtPr>
    <w:sdtContent>
      <w:p w14:paraId="11A942DD" w14:textId="31BEE79C" w:rsidR="00971CED" w:rsidRPr="009E414A" w:rsidRDefault="006D78A7" w:rsidP="006C7E30">
        <w:pPr>
          <w:jc w:val="center"/>
          <w:rPr>
            <w:rFonts w:ascii="Garamond" w:hAnsi="Garamond"/>
            <w:sz w:val="20"/>
            <w:szCs w:val="20"/>
          </w:rPr>
        </w:pPr>
        <w:r w:rsidRPr="009E414A">
          <w:rPr>
            <w:rFonts w:ascii="Garamond" w:hAnsi="Garamond"/>
            <w:sz w:val="20"/>
            <w:szCs w:val="20"/>
          </w:rPr>
          <w:t>1C3A0</w:t>
        </w:r>
        <w:r w:rsidR="006C7E30">
          <w:rPr>
            <w:rFonts w:ascii="Garamond" w:hAnsi="Garamond"/>
            <w:sz w:val="20"/>
            <w:szCs w:val="20"/>
          </w:rPr>
          <w:t>5a</w:t>
        </w:r>
        <w:r w:rsidRPr="009E414A">
          <w:rPr>
            <w:rFonts w:ascii="Garamond" w:hAnsi="Garamond"/>
            <w:sz w:val="20"/>
            <w:szCs w:val="20"/>
          </w:rPr>
          <w:t>, V</w:t>
        </w:r>
        <w:r w:rsidR="006C7E30">
          <w:rPr>
            <w:rFonts w:ascii="Garamond" w:hAnsi="Garamond"/>
            <w:sz w:val="20"/>
            <w:szCs w:val="20"/>
          </w:rPr>
          <w:t>1</w:t>
        </w:r>
        <w:r w:rsidRPr="009E414A">
          <w:rPr>
            <w:rFonts w:ascii="Garamond" w:hAnsi="Garamond"/>
            <w:sz w:val="20"/>
            <w:szCs w:val="20"/>
          </w:rPr>
          <w:t>, 0</w:t>
        </w:r>
        <w:r w:rsidR="006C7E30">
          <w:rPr>
            <w:rFonts w:ascii="Garamond" w:hAnsi="Garamond"/>
            <w:sz w:val="20"/>
            <w:szCs w:val="20"/>
          </w:rPr>
          <w:t>2</w:t>
        </w:r>
        <w:r w:rsidRPr="009E414A">
          <w:rPr>
            <w:rFonts w:ascii="Garamond" w:hAnsi="Garamond"/>
            <w:sz w:val="20"/>
            <w:szCs w:val="20"/>
          </w:rPr>
          <w:t>/</w:t>
        </w:r>
        <w:r w:rsidR="006C7E30">
          <w:rPr>
            <w:rFonts w:ascii="Garamond" w:hAnsi="Garamond"/>
            <w:sz w:val="20"/>
            <w:szCs w:val="20"/>
          </w:rPr>
          <w:t>12</w:t>
        </w:r>
        <w:r w:rsidRPr="009E414A">
          <w:rPr>
            <w:rFonts w:ascii="Garamond" w:hAnsi="Garamond"/>
            <w:sz w:val="20"/>
            <w:szCs w:val="20"/>
          </w:rPr>
          <w:t>/202</w:t>
        </w:r>
        <w:r w:rsidR="006C7E30">
          <w:rPr>
            <w:rFonts w:ascii="Garamond" w:hAnsi="Garamond"/>
            <w:sz w:val="20"/>
            <w:szCs w:val="20"/>
          </w:rPr>
          <w:t>4</w:t>
        </w:r>
        <w:sdt>
          <w:sdtPr>
            <w:rPr>
              <w:rFonts w:ascii="Garamond" w:hAnsi="Garamond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6C7E30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6C7E30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  <w:t xml:space="preserve">Page </w: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begin"/>
            </w:r>
            <w:r w:rsidRPr="009E414A">
              <w:rPr>
                <w:rFonts w:ascii="Garamond" w:hAnsi="Garamond"/>
                <w:sz w:val="20"/>
                <w:szCs w:val="20"/>
              </w:rPr>
              <w:instrText xml:space="preserve"> PAGE </w:instrTex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9E414A">
              <w:rPr>
                <w:rFonts w:ascii="Garamond" w:hAnsi="Garamond"/>
                <w:sz w:val="20"/>
                <w:szCs w:val="20"/>
              </w:rPr>
              <w:t>2</w: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end"/>
            </w:r>
            <w:r w:rsidRPr="009E414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begin"/>
            </w:r>
            <w:r w:rsidRPr="009E414A">
              <w:rPr>
                <w:rFonts w:ascii="Garamond" w:hAnsi="Garamond"/>
                <w:sz w:val="20"/>
                <w:szCs w:val="20"/>
              </w:rPr>
              <w:instrText xml:space="preserve"> NUMPAGES  </w:instrTex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9E414A">
              <w:rPr>
                <w:rFonts w:ascii="Garamond" w:hAnsi="Garamond"/>
                <w:sz w:val="20"/>
                <w:szCs w:val="20"/>
              </w:rPr>
              <w:t>2</w: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A63FE" w14:textId="77777777" w:rsidR="00B0134B" w:rsidRDefault="00B0134B">
      <w:r>
        <w:separator/>
      </w:r>
    </w:p>
  </w:footnote>
  <w:footnote w:type="continuationSeparator" w:id="0">
    <w:p w14:paraId="2E5B0C91" w14:textId="77777777" w:rsidR="00B0134B" w:rsidRDefault="00B0134B">
      <w:r>
        <w:continuationSeparator/>
      </w:r>
    </w:p>
  </w:footnote>
  <w:footnote w:type="continuationNotice" w:id="1">
    <w:p w14:paraId="2931D2F0" w14:textId="77777777" w:rsidR="00B0134B" w:rsidRDefault="00B013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9C0FE" w14:textId="77777777" w:rsidR="00D07BD7" w:rsidRPr="001038D3" w:rsidRDefault="00D07BD7" w:rsidP="00D07BD7">
    <w:pPr>
      <w:pStyle w:val="Header"/>
      <w:jc w:val="right"/>
    </w:pPr>
    <w:r w:rsidRPr="001038D3">
      <w:rPr>
        <w:rFonts w:ascii="Calibri" w:hAnsi="Calibri" w:cs="Calibri Light"/>
        <w:b/>
        <w:smallCaps/>
        <w:sz w:val="32"/>
      </w:rPr>
      <w:t xml:space="preserve">Plan de Sistema </w:t>
    </w:r>
    <w:proofErr w:type="spellStart"/>
    <w:r w:rsidRPr="001038D3">
      <w:rPr>
        <w:rFonts w:ascii="Calibri" w:hAnsi="Calibri" w:cs="Calibri Light"/>
        <w:b/>
        <w:smallCaps/>
        <w:sz w:val="32"/>
      </w:rPr>
      <w:t>Orgánico</w:t>
    </w:r>
    <w:proofErr w:type="spellEnd"/>
    <w:r w:rsidRPr="001038D3">
      <w:rPr>
        <w:rFonts w:ascii="Calibri" w:hAnsi="Calibri" w:cs="Calibri Light"/>
        <w:b/>
        <w:smallCaps/>
        <w:sz w:val="32"/>
      </w:rPr>
      <w:t xml:space="preserve"> (PSO)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D07BD7" w:rsidRPr="001038D3" w14:paraId="3C5D42FF" w14:textId="77777777" w:rsidTr="008B25A1">
      <w:trPr>
        <w:jc w:val="center"/>
      </w:trPr>
      <w:tc>
        <w:tcPr>
          <w:tcW w:w="2880" w:type="dxa"/>
          <w:vMerge w:val="restart"/>
        </w:tcPr>
        <w:p w14:paraId="31BD7F8E" w14:textId="77777777" w:rsidR="00D07BD7" w:rsidRPr="001038D3" w:rsidRDefault="00D07BD7" w:rsidP="00D07BD7">
          <w:pPr>
            <w:jc w:val="center"/>
            <w:rPr>
              <w:rFonts w:ascii="Calibri Light" w:hAnsi="Calibri Light" w:cs="Calibri Light"/>
            </w:rPr>
          </w:pPr>
          <w:r w:rsidRPr="001038D3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7728" behindDoc="0" locked="0" layoutInCell="1" allowOverlap="1" wp14:anchorId="2BD88054" wp14:editId="2BBFEAD0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038D3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4DD335AA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1038D3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  <w:p w14:paraId="3ABE94BF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D07BD7" w:rsidRPr="001038D3" w14:paraId="6994C43C" w14:textId="77777777" w:rsidTr="008B25A1">
      <w:trPr>
        <w:jc w:val="center"/>
      </w:trPr>
      <w:tc>
        <w:tcPr>
          <w:tcW w:w="2880" w:type="dxa"/>
          <w:vMerge/>
        </w:tcPr>
        <w:p w14:paraId="60E001C8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0CB14AFF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0896DD5A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1EB66877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1038D3">
            <w:rPr>
              <w:rFonts w:ascii="Calibri Light" w:hAnsi="Calibri Light" w:cs="Calibri Light"/>
              <w:sz w:val="16"/>
              <w:szCs w:val="16"/>
            </w:rPr>
            <w:t>Teléfono</w:t>
          </w:r>
          <w:proofErr w:type="spellEnd"/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 352.377.0133 </w:t>
          </w:r>
        </w:p>
        <w:p w14:paraId="56D25B7F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5F0CEECD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0E321C3F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1038D3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3725456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1038D3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1038D3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441A2A9A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3AE13B19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6DA51029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7069EC2E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C/ Indepencia No. 93, 2do Nivel</w:t>
          </w:r>
        </w:p>
        <w:p w14:paraId="2A968125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6AE53996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6DF24D4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0B392F4E" w14:textId="77777777" w:rsidR="00D07BD7" w:rsidRPr="001038D3" w:rsidRDefault="00D07BD7" w:rsidP="00D07BD7">
    <w:pPr>
      <w:pStyle w:val="Header"/>
      <w:rPr>
        <w:sz w:val="8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E6944"/>
    <w:multiLevelType w:val="hybridMultilevel"/>
    <w:tmpl w:val="ED821E14"/>
    <w:lvl w:ilvl="0" w:tplc="456CA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C411A"/>
    <w:multiLevelType w:val="hybridMultilevel"/>
    <w:tmpl w:val="3702A336"/>
    <w:lvl w:ilvl="0" w:tplc="D7962F3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47D6B"/>
    <w:multiLevelType w:val="hybridMultilevel"/>
    <w:tmpl w:val="6782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58231B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0BBB"/>
    <w:multiLevelType w:val="hybridMultilevel"/>
    <w:tmpl w:val="6C462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F5B4E"/>
    <w:multiLevelType w:val="hybridMultilevel"/>
    <w:tmpl w:val="5FC68E88"/>
    <w:lvl w:ilvl="0" w:tplc="9D36C8D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5950DEF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5224013">
    <w:abstractNumId w:val="5"/>
  </w:num>
  <w:num w:numId="2" w16cid:durableId="1751391910">
    <w:abstractNumId w:val="1"/>
  </w:num>
  <w:num w:numId="3" w16cid:durableId="847522613">
    <w:abstractNumId w:val="4"/>
  </w:num>
  <w:num w:numId="4" w16cid:durableId="1353458633">
    <w:abstractNumId w:val="0"/>
  </w:num>
  <w:num w:numId="5" w16cid:durableId="596211553">
    <w:abstractNumId w:val="2"/>
  </w:num>
  <w:num w:numId="6" w16cid:durableId="1556620378">
    <w:abstractNumId w:val="6"/>
  </w:num>
  <w:num w:numId="7" w16cid:durableId="43320534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6h2X/FT/KCvXqqaR8eSRpOZypPk6qfZTTtvLbw4HlWwaKM7owpGLLUCE9Il9ebKEyQ8HqEvCOlcmCdxGuqnVnQ==" w:salt="BWQY3Jk+g17S1hK9gaGD7w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04"/>
    <w:rsid w:val="00000891"/>
    <w:rsid w:val="00030CA7"/>
    <w:rsid w:val="00031142"/>
    <w:rsid w:val="00035319"/>
    <w:rsid w:val="00035B38"/>
    <w:rsid w:val="0005033B"/>
    <w:rsid w:val="00055406"/>
    <w:rsid w:val="000754DB"/>
    <w:rsid w:val="00077DD4"/>
    <w:rsid w:val="00086BA2"/>
    <w:rsid w:val="000A492E"/>
    <w:rsid w:val="000B169E"/>
    <w:rsid w:val="000B4556"/>
    <w:rsid w:val="000C5C1E"/>
    <w:rsid w:val="000D2E6D"/>
    <w:rsid w:val="000E1719"/>
    <w:rsid w:val="000E3431"/>
    <w:rsid w:val="000E565F"/>
    <w:rsid w:val="000F337D"/>
    <w:rsid w:val="001025B4"/>
    <w:rsid w:val="00113F06"/>
    <w:rsid w:val="00115447"/>
    <w:rsid w:val="00122732"/>
    <w:rsid w:val="00133A7C"/>
    <w:rsid w:val="0017189D"/>
    <w:rsid w:val="00181A70"/>
    <w:rsid w:val="0018288A"/>
    <w:rsid w:val="0018392E"/>
    <w:rsid w:val="0019051C"/>
    <w:rsid w:val="0019600B"/>
    <w:rsid w:val="001B1D46"/>
    <w:rsid w:val="001C1BB3"/>
    <w:rsid w:val="001D37F9"/>
    <w:rsid w:val="001E3AE0"/>
    <w:rsid w:val="001E3C57"/>
    <w:rsid w:val="001F3046"/>
    <w:rsid w:val="00205E17"/>
    <w:rsid w:val="002070BD"/>
    <w:rsid w:val="00212112"/>
    <w:rsid w:val="0021494D"/>
    <w:rsid w:val="00216769"/>
    <w:rsid w:val="002366D1"/>
    <w:rsid w:val="00244116"/>
    <w:rsid w:val="00272433"/>
    <w:rsid w:val="00282193"/>
    <w:rsid w:val="00286938"/>
    <w:rsid w:val="002934EF"/>
    <w:rsid w:val="002B0C6D"/>
    <w:rsid w:val="002B2C5E"/>
    <w:rsid w:val="002B58BF"/>
    <w:rsid w:val="002C0DB7"/>
    <w:rsid w:val="002E27D3"/>
    <w:rsid w:val="002E453C"/>
    <w:rsid w:val="003225C6"/>
    <w:rsid w:val="00323667"/>
    <w:rsid w:val="003249DB"/>
    <w:rsid w:val="003461A8"/>
    <w:rsid w:val="003529F0"/>
    <w:rsid w:val="00355F06"/>
    <w:rsid w:val="00365A9D"/>
    <w:rsid w:val="00380373"/>
    <w:rsid w:val="00382195"/>
    <w:rsid w:val="00397DD4"/>
    <w:rsid w:val="003B125B"/>
    <w:rsid w:val="003B7914"/>
    <w:rsid w:val="003E55BA"/>
    <w:rsid w:val="003E68B3"/>
    <w:rsid w:val="003F1238"/>
    <w:rsid w:val="003F297A"/>
    <w:rsid w:val="00403B06"/>
    <w:rsid w:val="00404A9C"/>
    <w:rsid w:val="004073C4"/>
    <w:rsid w:val="004215B6"/>
    <w:rsid w:val="00441314"/>
    <w:rsid w:val="00447393"/>
    <w:rsid w:val="004661E3"/>
    <w:rsid w:val="004756AE"/>
    <w:rsid w:val="00496233"/>
    <w:rsid w:val="004A28AB"/>
    <w:rsid w:val="004B6350"/>
    <w:rsid w:val="004B79A4"/>
    <w:rsid w:val="004E08DB"/>
    <w:rsid w:val="004F7629"/>
    <w:rsid w:val="00505D40"/>
    <w:rsid w:val="00512163"/>
    <w:rsid w:val="005218BB"/>
    <w:rsid w:val="00523B03"/>
    <w:rsid w:val="00530F3D"/>
    <w:rsid w:val="00533536"/>
    <w:rsid w:val="0054154F"/>
    <w:rsid w:val="00547B8F"/>
    <w:rsid w:val="005757C5"/>
    <w:rsid w:val="00583360"/>
    <w:rsid w:val="005A2F9E"/>
    <w:rsid w:val="005A74D7"/>
    <w:rsid w:val="005C65FA"/>
    <w:rsid w:val="005D66A6"/>
    <w:rsid w:val="005E46A0"/>
    <w:rsid w:val="0060623D"/>
    <w:rsid w:val="00613F9B"/>
    <w:rsid w:val="00617866"/>
    <w:rsid w:val="00626AE5"/>
    <w:rsid w:val="00626CB8"/>
    <w:rsid w:val="00633BA8"/>
    <w:rsid w:val="00656801"/>
    <w:rsid w:val="00667D25"/>
    <w:rsid w:val="0067497F"/>
    <w:rsid w:val="006A1E1C"/>
    <w:rsid w:val="006A3D3C"/>
    <w:rsid w:val="006C7E30"/>
    <w:rsid w:val="006D78A7"/>
    <w:rsid w:val="006F29C6"/>
    <w:rsid w:val="00705CD0"/>
    <w:rsid w:val="007070ED"/>
    <w:rsid w:val="007129DA"/>
    <w:rsid w:val="00722B89"/>
    <w:rsid w:val="00724643"/>
    <w:rsid w:val="00732AF1"/>
    <w:rsid w:val="0073427D"/>
    <w:rsid w:val="00742445"/>
    <w:rsid w:val="00746B6E"/>
    <w:rsid w:val="007607B4"/>
    <w:rsid w:val="0079174D"/>
    <w:rsid w:val="00796BC1"/>
    <w:rsid w:val="00797ACF"/>
    <w:rsid w:val="007A5329"/>
    <w:rsid w:val="007B02C2"/>
    <w:rsid w:val="007B7F27"/>
    <w:rsid w:val="007C1C8F"/>
    <w:rsid w:val="007E5A7F"/>
    <w:rsid w:val="007F374E"/>
    <w:rsid w:val="007F3B21"/>
    <w:rsid w:val="007F4486"/>
    <w:rsid w:val="007F5494"/>
    <w:rsid w:val="00820712"/>
    <w:rsid w:val="00822000"/>
    <w:rsid w:val="0083606C"/>
    <w:rsid w:val="008453C2"/>
    <w:rsid w:val="008A2E12"/>
    <w:rsid w:val="008A4D5C"/>
    <w:rsid w:val="008A51E0"/>
    <w:rsid w:val="008B704A"/>
    <w:rsid w:val="008C3128"/>
    <w:rsid w:val="008C3D46"/>
    <w:rsid w:val="008E4BA0"/>
    <w:rsid w:val="008E7C99"/>
    <w:rsid w:val="008F66C6"/>
    <w:rsid w:val="00907509"/>
    <w:rsid w:val="009173C5"/>
    <w:rsid w:val="00926645"/>
    <w:rsid w:val="00932AEA"/>
    <w:rsid w:val="0094184D"/>
    <w:rsid w:val="00943D45"/>
    <w:rsid w:val="009524CA"/>
    <w:rsid w:val="00965EF3"/>
    <w:rsid w:val="009714B9"/>
    <w:rsid w:val="00971CED"/>
    <w:rsid w:val="009804C5"/>
    <w:rsid w:val="0098226A"/>
    <w:rsid w:val="00987EB7"/>
    <w:rsid w:val="00993B14"/>
    <w:rsid w:val="009A31F6"/>
    <w:rsid w:val="009B268D"/>
    <w:rsid w:val="009B6206"/>
    <w:rsid w:val="009B7D02"/>
    <w:rsid w:val="009C78B9"/>
    <w:rsid w:val="009D4BF0"/>
    <w:rsid w:val="009E108C"/>
    <w:rsid w:val="009E414A"/>
    <w:rsid w:val="009E4ED8"/>
    <w:rsid w:val="00A051D4"/>
    <w:rsid w:val="00A25F95"/>
    <w:rsid w:val="00A45D01"/>
    <w:rsid w:val="00A505BF"/>
    <w:rsid w:val="00A61D28"/>
    <w:rsid w:val="00A6377A"/>
    <w:rsid w:val="00A666B3"/>
    <w:rsid w:val="00A74E95"/>
    <w:rsid w:val="00A837D5"/>
    <w:rsid w:val="00A91B98"/>
    <w:rsid w:val="00A97C7A"/>
    <w:rsid w:val="00AA5EA6"/>
    <w:rsid w:val="00AC3F57"/>
    <w:rsid w:val="00AE0226"/>
    <w:rsid w:val="00AE1AA0"/>
    <w:rsid w:val="00AE7F33"/>
    <w:rsid w:val="00B01135"/>
    <w:rsid w:val="00B0134B"/>
    <w:rsid w:val="00B06633"/>
    <w:rsid w:val="00B14A5E"/>
    <w:rsid w:val="00B15D43"/>
    <w:rsid w:val="00B34095"/>
    <w:rsid w:val="00B44249"/>
    <w:rsid w:val="00B55C19"/>
    <w:rsid w:val="00B55EEF"/>
    <w:rsid w:val="00B64E9A"/>
    <w:rsid w:val="00B82575"/>
    <w:rsid w:val="00B92585"/>
    <w:rsid w:val="00B96A26"/>
    <w:rsid w:val="00B96BE7"/>
    <w:rsid w:val="00BB09B3"/>
    <w:rsid w:val="00BB74EB"/>
    <w:rsid w:val="00BE59EB"/>
    <w:rsid w:val="00BF28A9"/>
    <w:rsid w:val="00C04FDF"/>
    <w:rsid w:val="00C33DE2"/>
    <w:rsid w:val="00C37221"/>
    <w:rsid w:val="00C43A72"/>
    <w:rsid w:val="00C521A5"/>
    <w:rsid w:val="00C606EC"/>
    <w:rsid w:val="00C66809"/>
    <w:rsid w:val="00C72AD5"/>
    <w:rsid w:val="00C828B4"/>
    <w:rsid w:val="00C868A1"/>
    <w:rsid w:val="00C972C4"/>
    <w:rsid w:val="00CA682A"/>
    <w:rsid w:val="00CA683A"/>
    <w:rsid w:val="00CB481F"/>
    <w:rsid w:val="00CB7EE4"/>
    <w:rsid w:val="00CC46D7"/>
    <w:rsid w:val="00CC743F"/>
    <w:rsid w:val="00D001E1"/>
    <w:rsid w:val="00D00E31"/>
    <w:rsid w:val="00D02A52"/>
    <w:rsid w:val="00D07BD7"/>
    <w:rsid w:val="00D138FB"/>
    <w:rsid w:val="00D42AA2"/>
    <w:rsid w:val="00D62B01"/>
    <w:rsid w:val="00D641BB"/>
    <w:rsid w:val="00D777C4"/>
    <w:rsid w:val="00DA5920"/>
    <w:rsid w:val="00DB3D84"/>
    <w:rsid w:val="00DB5380"/>
    <w:rsid w:val="00DC0FE5"/>
    <w:rsid w:val="00DD0C6F"/>
    <w:rsid w:val="00DD6C05"/>
    <w:rsid w:val="00E0034F"/>
    <w:rsid w:val="00E06E60"/>
    <w:rsid w:val="00E11938"/>
    <w:rsid w:val="00E14862"/>
    <w:rsid w:val="00E20F46"/>
    <w:rsid w:val="00E30036"/>
    <w:rsid w:val="00E32CAF"/>
    <w:rsid w:val="00E410F9"/>
    <w:rsid w:val="00E45E81"/>
    <w:rsid w:val="00E5015D"/>
    <w:rsid w:val="00E51F91"/>
    <w:rsid w:val="00E569CE"/>
    <w:rsid w:val="00E56FA6"/>
    <w:rsid w:val="00E63441"/>
    <w:rsid w:val="00E65E25"/>
    <w:rsid w:val="00E759CE"/>
    <w:rsid w:val="00E76939"/>
    <w:rsid w:val="00E85F02"/>
    <w:rsid w:val="00EA0523"/>
    <w:rsid w:val="00EA0D29"/>
    <w:rsid w:val="00EA5D7E"/>
    <w:rsid w:val="00EA7C68"/>
    <w:rsid w:val="00EB2B18"/>
    <w:rsid w:val="00ED7C7F"/>
    <w:rsid w:val="00EE26E2"/>
    <w:rsid w:val="00EE7C1E"/>
    <w:rsid w:val="00EF108C"/>
    <w:rsid w:val="00EF146D"/>
    <w:rsid w:val="00EF5128"/>
    <w:rsid w:val="00EF6B3D"/>
    <w:rsid w:val="00EF6B43"/>
    <w:rsid w:val="00F00CC6"/>
    <w:rsid w:val="00F061BA"/>
    <w:rsid w:val="00F07416"/>
    <w:rsid w:val="00F24A0E"/>
    <w:rsid w:val="00F30239"/>
    <w:rsid w:val="00F4533C"/>
    <w:rsid w:val="00F50101"/>
    <w:rsid w:val="00F62E6D"/>
    <w:rsid w:val="00F65274"/>
    <w:rsid w:val="00F82386"/>
    <w:rsid w:val="00F91614"/>
    <w:rsid w:val="00FA56A9"/>
    <w:rsid w:val="00FB3531"/>
    <w:rsid w:val="00FB79E1"/>
    <w:rsid w:val="00FC5939"/>
    <w:rsid w:val="00FC722C"/>
    <w:rsid w:val="00FD3A06"/>
    <w:rsid w:val="00FD4904"/>
    <w:rsid w:val="00FE2963"/>
    <w:rsid w:val="00FF2712"/>
    <w:rsid w:val="00FF7323"/>
    <w:rsid w:val="05BEE8A5"/>
    <w:rsid w:val="0685E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A7A365"/>
  <w15:docId w15:val="{7E05BC22-BE76-4906-AB1D-085DE0F5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1B9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FF2712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A91B98"/>
    <w:rPr>
      <w:rFonts w:ascii="Garamond" w:hAnsi="Garamond"/>
      <w:iCs/>
      <w:sz w:val="22"/>
      <w:szCs w:val="22"/>
    </w:rPr>
  </w:style>
  <w:style w:type="table" w:styleId="TableGrid">
    <w:name w:val="Table Grid"/>
    <w:basedOn w:val="TableNormal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759CE"/>
    <w:pPr>
      <w:ind w:left="720"/>
      <w:contextualSpacing/>
    </w:pPr>
  </w:style>
  <w:style w:type="character" w:styleId="Strong">
    <w:name w:val="Strong"/>
    <w:uiPriority w:val="22"/>
    <w:qFormat/>
    <w:rsid w:val="00E759CE"/>
    <w:rPr>
      <w:b/>
      <w:bCs/>
    </w:rPr>
  </w:style>
  <w:style w:type="character" w:customStyle="1" w:styleId="ui-provider">
    <w:name w:val="ui-provider"/>
    <w:basedOn w:val="DefaultParagraphFont"/>
    <w:rsid w:val="00E759CE"/>
  </w:style>
  <w:style w:type="paragraph" w:styleId="Title">
    <w:name w:val="Title"/>
    <w:basedOn w:val="Normal"/>
    <w:link w:val="TitleChar"/>
    <w:qFormat/>
    <w:rsid w:val="00E759CE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E759CE"/>
    <w:rPr>
      <w:rFonts w:ascii="Arial Black" w:hAnsi="Arial Black"/>
      <w:sz w:val="28"/>
      <w:szCs w:val="24"/>
    </w:rPr>
  </w:style>
  <w:style w:type="character" w:customStyle="1" w:styleId="OPModuleTitleChar">
    <w:name w:val="OP Module Title Char"/>
    <w:rsid w:val="00D001E1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D001E1"/>
    <w:rPr>
      <w:rFonts w:ascii="Tahoma" w:hAnsi="Tahoma" w:cs="Tahoma"/>
      <w:sz w:val="24"/>
      <w:szCs w:val="24"/>
      <w:u w:val="single"/>
    </w:rPr>
  </w:style>
  <w:style w:type="paragraph" w:customStyle="1" w:styleId="xmsonormal">
    <w:name w:val="x_msonormal"/>
    <w:basedOn w:val="Normal"/>
    <w:rsid w:val="00D001E1"/>
    <w:rPr>
      <w:rFonts w:ascii="Calibri" w:eastAsiaTheme="minorHAnsi" w:hAnsi="Calibri" w:cs="Calibri"/>
      <w:sz w:val="22"/>
      <w:szCs w:val="22"/>
    </w:rPr>
  </w:style>
  <w:style w:type="paragraph" w:customStyle="1" w:styleId="indent-2">
    <w:name w:val="indent-2"/>
    <w:basedOn w:val="Normal"/>
    <w:rsid w:val="00724643"/>
    <w:pPr>
      <w:spacing w:before="100" w:beforeAutospacing="1" w:after="100" w:afterAutospacing="1"/>
    </w:pPr>
  </w:style>
  <w:style w:type="character" w:customStyle="1" w:styleId="BodyText2Char">
    <w:name w:val="Body Text 2 Char"/>
    <w:link w:val="BodyText2"/>
    <w:uiPriority w:val="99"/>
    <w:rsid w:val="00724643"/>
    <w:rPr>
      <w:rFonts w:ascii="Garamond" w:hAnsi="Garamond"/>
      <w:iCs/>
      <w:sz w:val="22"/>
      <w:szCs w:val="22"/>
    </w:rPr>
  </w:style>
  <w:style w:type="paragraph" w:customStyle="1" w:styleId="Boldbody111">
    <w:name w:val="Bold body111"/>
    <w:basedOn w:val="Normal"/>
    <w:rsid w:val="00724643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ing3Char">
    <w:name w:val="Heading 3 Char"/>
    <w:basedOn w:val="DefaultParagraphFont"/>
    <w:link w:val="Heading3"/>
    <w:rsid w:val="00FF2712"/>
    <w:rPr>
      <w:rFonts w:ascii="Arial" w:hAnsi="Arial"/>
      <w:b/>
      <w:bCs/>
      <w:smallCaps/>
      <w:sz w:val="16"/>
      <w:szCs w:val="24"/>
    </w:rPr>
  </w:style>
  <w:style w:type="character" w:customStyle="1" w:styleId="StyleOPModuleTitle9ptChar">
    <w:name w:val="Style OP Module Title + 9 pt Char"/>
    <w:rsid w:val="00FF2712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FF2712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F2712"/>
    <w:rPr>
      <w:b/>
      <w:bCs/>
      <w:sz w:val="24"/>
      <w:szCs w:val="24"/>
    </w:rPr>
  </w:style>
  <w:style w:type="character" w:customStyle="1" w:styleId="BodyTextChar">
    <w:name w:val="Body Text Char"/>
    <w:link w:val="BodyText"/>
    <w:rsid w:val="00FF2712"/>
    <w:rPr>
      <w:sz w:val="24"/>
    </w:rPr>
  </w:style>
  <w:style w:type="paragraph" w:styleId="FootnoteText">
    <w:name w:val="footnote text"/>
    <w:basedOn w:val="Normal"/>
    <w:link w:val="FootnoteTextChar"/>
    <w:rsid w:val="00FF2712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F2712"/>
    <w:rPr>
      <w:rFonts w:ascii="Arial Narrow" w:hAnsi="Arial Narrow"/>
    </w:rPr>
  </w:style>
  <w:style w:type="paragraph" w:customStyle="1" w:styleId="Reverse">
    <w:name w:val="Reverse"/>
    <w:basedOn w:val="Normal"/>
    <w:rsid w:val="00FF2712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FF2712"/>
    <w:pPr>
      <w:spacing w:after="120"/>
    </w:pPr>
    <w:rPr>
      <w:rFonts w:ascii="Arial Narrow" w:hAnsi="Arial Narrow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F2712"/>
    <w:rPr>
      <w:rFonts w:ascii="Arial Narrow" w:hAnsi="Arial Narrow"/>
      <w:sz w:val="16"/>
      <w:szCs w:val="16"/>
    </w:rPr>
  </w:style>
  <w:style w:type="character" w:styleId="FootnoteReference">
    <w:name w:val="footnote reference"/>
    <w:semiHidden/>
    <w:rsid w:val="00FF2712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F2712"/>
    <w:rPr>
      <w:color w:val="800080"/>
      <w:u w:val="single"/>
    </w:rPr>
  </w:style>
  <w:style w:type="character" w:customStyle="1" w:styleId="ram">
    <w:name w:val="ram"/>
    <w:semiHidden/>
    <w:rsid w:val="00FF271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FF271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FF2712"/>
    <w:rPr>
      <w:rFonts w:ascii="Calibri" w:eastAsia="Calibri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F2712"/>
    <w:pPr>
      <w:keepNext w:val="0"/>
      <w:keepLines/>
      <w:spacing w:before="480" w:line="276" w:lineRule="auto"/>
      <w:ind w:right="-108"/>
      <w:jc w:val="left"/>
      <w:outlineLvl w:val="9"/>
    </w:pPr>
    <w:rPr>
      <w:rFonts w:asciiTheme="majorHAnsi" w:eastAsiaTheme="majorEastAsia" w:hAnsiTheme="majorHAnsi" w:cstheme="majorBidi"/>
      <w:b/>
      <w:smallCaps/>
      <w:color w:val="365F91" w:themeColor="accent1" w:themeShade="BF"/>
      <w:szCs w:val="28"/>
      <w:u w:val="none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F2712"/>
    <w:pPr>
      <w:tabs>
        <w:tab w:val="right" w:leader="dot" w:pos="10160"/>
      </w:tabs>
      <w:spacing w:after="100"/>
    </w:pPr>
    <w:rPr>
      <w:rFonts w:ascii="Arial Narrow" w:hAnsi="Arial Narrow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FF2712"/>
    <w:pPr>
      <w:spacing w:after="100"/>
      <w:ind w:left="240"/>
    </w:pPr>
    <w:rPr>
      <w:rFonts w:ascii="Arial Narrow" w:hAnsi="Arial Narrow"/>
      <w:sz w:val="22"/>
    </w:rPr>
  </w:style>
  <w:style w:type="character" w:customStyle="1" w:styleId="OPModuleTitleChar4">
    <w:name w:val="OP Module Title Char4"/>
    <w:rsid w:val="00FF2712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F2712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F2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2712"/>
    <w:rPr>
      <w:rFonts w:ascii="Arial Narrow" w:hAnsi="Arial Narro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2712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712"/>
    <w:rPr>
      <w:rFonts w:ascii="Arial Narrow" w:hAnsi="Arial Narrow"/>
      <w:b/>
      <w:bCs/>
    </w:rPr>
  </w:style>
  <w:style w:type="paragraph" w:styleId="BodyTextIndent">
    <w:name w:val="Body Text Indent"/>
    <w:basedOn w:val="Normal"/>
    <w:link w:val="BodyTextIndentChar"/>
    <w:rsid w:val="00FF271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F2712"/>
    <w:rPr>
      <w:sz w:val="24"/>
      <w:szCs w:val="24"/>
    </w:rPr>
  </w:style>
  <w:style w:type="paragraph" w:styleId="Revision">
    <w:name w:val="Revision"/>
    <w:hidden/>
    <w:uiPriority w:val="99"/>
    <w:semiHidden/>
    <w:rsid w:val="00FF271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FF2712"/>
    <w:pPr>
      <w:spacing w:after="200" w:line="276" w:lineRule="auto"/>
    </w:pPr>
    <w:rPr>
      <w:rFonts w:eastAsiaTheme="minorHAnsi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71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F271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F2712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F271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F2712"/>
    <w:rPr>
      <w:color w:val="2B579A"/>
      <w:shd w:val="clear" w:color="auto" w:fill="E1DFDD"/>
    </w:rPr>
  </w:style>
  <w:style w:type="character" w:customStyle="1" w:styleId="paragraph-hierarchy">
    <w:name w:val="paragraph-hierarchy"/>
    <w:basedOn w:val="DefaultParagraphFont"/>
    <w:rsid w:val="00E0034F"/>
  </w:style>
  <w:style w:type="character" w:customStyle="1" w:styleId="paren">
    <w:name w:val="paren"/>
    <w:basedOn w:val="DefaultParagraphFont"/>
    <w:rsid w:val="00E00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16E08DC7-D54C-40C4-988B-F495EA1FCB66}"/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230502.dotx</Template>
  <TotalTime>0</TotalTime>
  <Pages>1</Pages>
  <Words>586</Words>
  <Characters>3342</Characters>
  <Application>Microsoft Office Word</Application>
  <DocSecurity>0</DocSecurity>
  <Lines>27</Lines>
  <Paragraphs>7</Paragraphs>
  <ScaleCrop>false</ScaleCrop>
  <Company>FOG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Areingdale</dc:creator>
  <cp:lastModifiedBy>Ricardo Areingdale - QCS</cp:lastModifiedBy>
  <cp:revision>3</cp:revision>
  <cp:lastPrinted>2015-01-20T21:40:00Z</cp:lastPrinted>
  <dcterms:created xsi:type="dcterms:W3CDTF">2024-03-27T18:57:00Z</dcterms:created>
  <dcterms:modified xsi:type="dcterms:W3CDTF">2024-03-27T18:57:00Z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